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BF24C3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Madison Middle School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006301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BF24C3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BF24C3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71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BF24C3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161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BF24C3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71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BF24C3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44.1%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73.2%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BF24C3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91.5%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BF24C3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1.4%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BF24C3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7.0%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BF24C3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0.0%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BF24C3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0.0%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100.0%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BF24C3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100.0%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32.4%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BF24C3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14.1%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14.1%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BF24C3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29.6%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35.2%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28.2%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26.8%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11.3%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14.1%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5.6%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7.0%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  <w:tc>
          <w:tcPr>
            <w:tcW w:w="912" w:type="pct"/>
          </w:tcPr>
          <w:p w:rsidR="00ED0933" w:rsidRPr="007646BD" w:rsidRDefault="00BF24C3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54.9%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22.5%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2.8%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18.3%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BF24C3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BF24C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100.0%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BF24C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0.0%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BF24C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0.0%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80.3%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0.0%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49.3%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4.2%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440" w:type="dxa"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1.4%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BF24C3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440" w:type="dxa"/>
          </w:tcPr>
          <w:p w:rsidR="009B797D" w:rsidRPr="00797E2A" w:rsidRDefault="00BF24C3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7.0%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8.5%</w:t>
            </w:r>
          </w:p>
        </w:tc>
        <w:tc>
          <w:tcPr>
            <w:tcW w:w="1440" w:type="dxa"/>
          </w:tcPr>
          <w:p w:rsidR="008B42CE" w:rsidRPr="00797E2A" w:rsidRDefault="00BF24C3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12.7%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38.0%</w:t>
            </w:r>
          </w:p>
        </w:tc>
        <w:tc>
          <w:tcPr>
            <w:tcW w:w="1440" w:type="dxa"/>
          </w:tcPr>
          <w:p w:rsidR="008B42CE" w:rsidRPr="00797E2A" w:rsidRDefault="00BF24C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40.8%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47.9%</w:t>
            </w:r>
          </w:p>
        </w:tc>
        <w:tc>
          <w:tcPr>
            <w:tcW w:w="1440" w:type="dxa"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38.0%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1440" w:type="dxa"/>
          </w:tcPr>
          <w:p w:rsidR="00ED0933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0.0%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45.1%</w:t>
            </w:r>
          </w:p>
        </w:tc>
        <w:tc>
          <w:tcPr>
            <w:tcW w:w="889" w:type="pct"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54.9%</w:t>
            </w:r>
          </w:p>
        </w:tc>
        <w:tc>
          <w:tcPr>
            <w:tcW w:w="1011" w:type="pct"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46.5%</w:t>
            </w:r>
          </w:p>
        </w:tc>
        <w:tc>
          <w:tcPr>
            <w:tcW w:w="889" w:type="pct"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52.1%</w:t>
            </w:r>
          </w:p>
        </w:tc>
        <w:tc>
          <w:tcPr>
            <w:tcW w:w="1011" w:type="pct"/>
          </w:tcPr>
          <w:p w:rsidR="004206F3" w:rsidRPr="000B28B6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1.4%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69.0%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31.0%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50.7%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53.5%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26.8%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31.0%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16.9%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0.0%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1.4%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0.0%</w:t>
            </w:r>
          </w:p>
        </w:tc>
        <w:tc>
          <w:tcPr>
            <w:tcW w:w="2250" w:type="dxa"/>
            <w:noWrap/>
          </w:tcPr>
          <w:p w:rsidR="004206F3" w:rsidRPr="00797E2A" w:rsidRDefault="00BF24C3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1.4%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14.1%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22.5%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21.1%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15.5%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11.3%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8.5%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8.5%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4.2%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4.2%</w:t>
            </w:r>
          </w:p>
        </w:tc>
        <w:tc>
          <w:tcPr>
            <w:tcW w:w="1370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2.8%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2.8%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8.5%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31.0%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14.1%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63.4%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1.4%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53.5%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11.3%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BF24C3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0.0%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11.3%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11.3%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7.0%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14.1%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11.3%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15.5%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11.3%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21.1%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7.0%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8.5%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2.8%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5.6%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18.3%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15.5%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1.4%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BF24C3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0.0%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31.0%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15.5%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1.4%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9.9%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4.2%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14.1%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16.9%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5.6%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15.5%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14.1%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49.3%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8.5%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26.8%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12.7%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15.5%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45.1%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9.9%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43.7%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40.8%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5.6%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9.9%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59.2%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25.4%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33.8%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23.9%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36.6%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2.8%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15.5%</w:t>
            </w:r>
          </w:p>
        </w:tc>
        <w:tc>
          <w:tcPr>
            <w:tcW w:w="126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99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22.5%</w:t>
            </w:r>
          </w:p>
        </w:tc>
        <w:tc>
          <w:tcPr>
            <w:tcW w:w="1170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39.4%</w:t>
            </w:r>
          </w:p>
        </w:tc>
        <w:tc>
          <w:tcPr>
            <w:tcW w:w="1435" w:type="dxa"/>
            <w:noWrap/>
          </w:tcPr>
          <w:p w:rsidR="00364F87" w:rsidRPr="00797E2A" w:rsidRDefault="00BF24C3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4.2%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50.7%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63.4%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45.1%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74.6%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77.5%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78.9%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47.9%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46.5%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63.4%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69.0%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66.2%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64.8%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25.4%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BF24C3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2.8%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4C3" w:rsidRDefault="00BF24C3" w:rsidP="0035328A">
      <w:pPr>
        <w:spacing w:after="0" w:line="240" w:lineRule="auto"/>
      </w:pPr>
      <w:r>
        <w:separator/>
      </w:r>
    </w:p>
  </w:endnote>
  <w:endnote w:type="continuationSeparator" w:id="0">
    <w:p w:rsidR="00BF24C3" w:rsidRDefault="00BF24C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BF24C3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4C3" w:rsidRDefault="00BF24C3" w:rsidP="0035328A">
      <w:pPr>
        <w:spacing w:after="0" w:line="240" w:lineRule="auto"/>
      </w:pPr>
      <w:r>
        <w:separator/>
      </w:r>
    </w:p>
  </w:footnote>
  <w:footnote w:type="continuationSeparator" w:id="0">
    <w:p w:rsidR="00BF24C3" w:rsidRDefault="00BF24C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C3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BF24C3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1D728BCD-729B-4717-A0B4-2117F587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D04C2-AE37-4B9F-80E2-B56BE53B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2016-04-26T20:02:00Z</dcterms:created>
  <dcterms:modified xsi:type="dcterms:W3CDTF">2016-04-26T20:02:00Z</dcterms:modified>
</cp:coreProperties>
</file>